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1023" w14:textId="77777777"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14:paraId="0282E509" w14:textId="77777777"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627213EB" w14:textId="77777777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72994755" w14:textId="77777777"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D528981" w14:textId="77777777"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0E9CBF33" w14:textId="77777777" w:rsidTr="0027766E">
        <w:trPr>
          <w:trHeight w:val="8372"/>
        </w:trPr>
        <w:tc>
          <w:tcPr>
            <w:tcW w:w="7308" w:type="dxa"/>
          </w:tcPr>
          <w:p w14:paraId="4D731A87" w14:textId="77777777"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14:paraId="53CD860F" w14:textId="77777777" w:rsidR="0027766E" w:rsidRDefault="0027766E">
            <w:pPr>
              <w:rPr>
                <w:b/>
              </w:rPr>
            </w:pPr>
          </w:p>
        </w:tc>
      </w:tr>
    </w:tbl>
    <w:p w14:paraId="2E5FC186" w14:textId="77777777" w:rsidR="0027766E" w:rsidRDefault="0027766E">
      <w:pPr>
        <w:rPr>
          <w:b/>
        </w:rPr>
      </w:pPr>
    </w:p>
    <w:p w14:paraId="2A8FFBC9" w14:textId="77777777" w:rsidR="0027766E" w:rsidRDefault="0027766E">
      <w:pPr>
        <w:rPr>
          <w:b/>
        </w:rPr>
      </w:pPr>
    </w:p>
    <w:p w14:paraId="70BB1A25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0FC26DAA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4E6EC42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A0292B1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E9427D5" w14:textId="77777777" w:rsidTr="001A5744">
        <w:trPr>
          <w:trHeight w:val="8372"/>
        </w:trPr>
        <w:tc>
          <w:tcPr>
            <w:tcW w:w="7308" w:type="dxa"/>
          </w:tcPr>
          <w:p w14:paraId="30F5D2AC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19FE800" w14:textId="77777777" w:rsidR="0027766E" w:rsidRDefault="0027766E" w:rsidP="001A5744">
            <w:pPr>
              <w:rPr>
                <w:b/>
              </w:rPr>
            </w:pPr>
          </w:p>
        </w:tc>
      </w:tr>
    </w:tbl>
    <w:p w14:paraId="24C8FC6F" w14:textId="77777777" w:rsidR="0027766E" w:rsidRDefault="0027766E">
      <w:pPr>
        <w:rPr>
          <w:b/>
        </w:rPr>
      </w:pPr>
    </w:p>
    <w:p w14:paraId="4D88F0EF" w14:textId="77777777" w:rsidR="0027766E" w:rsidRDefault="0027766E">
      <w:pPr>
        <w:rPr>
          <w:b/>
        </w:rPr>
      </w:pPr>
    </w:p>
    <w:p w14:paraId="198FED06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12F8129A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184BDBF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1C701591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69B768B0" w14:textId="77777777" w:rsidTr="001A5744">
        <w:trPr>
          <w:trHeight w:val="8372"/>
        </w:trPr>
        <w:tc>
          <w:tcPr>
            <w:tcW w:w="7308" w:type="dxa"/>
          </w:tcPr>
          <w:p w14:paraId="51EE56E4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F884477" w14:textId="77777777" w:rsidR="0027766E" w:rsidRDefault="0027766E" w:rsidP="001A5744">
            <w:pPr>
              <w:rPr>
                <w:b/>
              </w:rPr>
            </w:pPr>
          </w:p>
        </w:tc>
      </w:tr>
    </w:tbl>
    <w:p w14:paraId="3C381183" w14:textId="77777777" w:rsidR="0027766E" w:rsidRDefault="0027766E">
      <w:pPr>
        <w:rPr>
          <w:b/>
        </w:rPr>
      </w:pPr>
    </w:p>
    <w:p w14:paraId="4E04A5CE" w14:textId="77777777" w:rsidR="0027766E" w:rsidRDefault="0027766E">
      <w:pPr>
        <w:rPr>
          <w:b/>
        </w:rPr>
      </w:pPr>
    </w:p>
    <w:p w14:paraId="2359BA29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5EA8A096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4478711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07157EA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2274C1F" w14:textId="77777777" w:rsidTr="001A5744">
        <w:trPr>
          <w:trHeight w:val="8372"/>
        </w:trPr>
        <w:tc>
          <w:tcPr>
            <w:tcW w:w="7308" w:type="dxa"/>
          </w:tcPr>
          <w:p w14:paraId="0625851E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8709594" w14:textId="77777777" w:rsidR="0027766E" w:rsidRDefault="0027766E" w:rsidP="001A5744">
            <w:pPr>
              <w:rPr>
                <w:b/>
              </w:rPr>
            </w:pPr>
          </w:p>
        </w:tc>
      </w:tr>
    </w:tbl>
    <w:p w14:paraId="78A016AD" w14:textId="77777777" w:rsidR="0027766E" w:rsidRDefault="0027766E">
      <w:pPr>
        <w:rPr>
          <w:b/>
        </w:rPr>
      </w:pPr>
    </w:p>
    <w:p w14:paraId="3092EDC0" w14:textId="77777777" w:rsidR="0027766E" w:rsidRDefault="0027766E">
      <w:pPr>
        <w:rPr>
          <w:b/>
        </w:rPr>
      </w:pPr>
    </w:p>
    <w:p w14:paraId="0FB79ED1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76E308CB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2547705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4D66AC0B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515269CE" w14:textId="77777777" w:rsidTr="001A5744">
        <w:trPr>
          <w:trHeight w:val="8372"/>
        </w:trPr>
        <w:tc>
          <w:tcPr>
            <w:tcW w:w="7308" w:type="dxa"/>
          </w:tcPr>
          <w:p w14:paraId="7ED55C0A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A38D50E" w14:textId="77777777" w:rsidR="0027766E" w:rsidRDefault="0027766E" w:rsidP="001A5744">
            <w:pPr>
              <w:rPr>
                <w:b/>
              </w:rPr>
            </w:pPr>
          </w:p>
        </w:tc>
      </w:tr>
    </w:tbl>
    <w:p w14:paraId="61B1D701" w14:textId="77777777" w:rsidR="0027766E" w:rsidRDefault="0027766E">
      <w:pPr>
        <w:rPr>
          <w:b/>
        </w:rPr>
      </w:pPr>
    </w:p>
    <w:p w14:paraId="7E923307" w14:textId="77777777" w:rsidR="0027766E" w:rsidRDefault="0027766E">
      <w:pPr>
        <w:rPr>
          <w:b/>
        </w:rPr>
      </w:pPr>
    </w:p>
    <w:p w14:paraId="49BC8270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5AD9F77E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FE4D5EE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68F0041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7DCA424A" w14:textId="77777777" w:rsidTr="001A5744">
        <w:trPr>
          <w:trHeight w:val="8372"/>
        </w:trPr>
        <w:tc>
          <w:tcPr>
            <w:tcW w:w="7308" w:type="dxa"/>
          </w:tcPr>
          <w:p w14:paraId="76F87064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3FCA171" w14:textId="77777777" w:rsidR="0027766E" w:rsidRDefault="0027766E" w:rsidP="001A5744">
            <w:pPr>
              <w:rPr>
                <w:b/>
              </w:rPr>
            </w:pPr>
          </w:p>
        </w:tc>
      </w:tr>
    </w:tbl>
    <w:p w14:paraId="535E13B5" w14:textId="77777777" w:rsidR="0027766E" w:rsidRDefault="0027766E">
      <w:pPr>
        <w:rPr>
          <w:b/>
        </w:rPr>
      </w:pPr>
    </w:p>
    <w:p w14:paraId="5B26E649" w14:textId="77777777" w:rsidR="0027766E" w:rsidRDefault="0027766E">
      <w:pPr>
        <w:rPr>
          <w:b/>
        </w:rPr>
      </w:pPr>
    </w:p>
    <w:p w14:paraId="7E5D6F0F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4631A2B5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617A8BE8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5562E0E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6B7AF8D" w14:textId="77777777" w:rsidTr="001A5744">
        <w:trPr>
          <w:trHeight w:val="8372"/>
        </w:trPr>
        <w:tc>
          <w:tcPr>
            <w:tcW w:w="7308" w:type="dxa"/>
          </w:tcPr>
          <w:p w14:paraId="793BC880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0587D309" w14:textId="77777777" w:rsidR="0027766E" w:rsidRDefault="0027766E" w:rsidP="001A5744">
            <w:pPr>
              <w:rPr>
                <w:b/>
              </w:rPr>
            </w:pPr>
          </w:p>
        </w:tc>
      </w:tr>
    </w:tbl>
    <w:p w14:paraId="0FD67F4E" w14:textId="77777777" w:rsidR="0027766E" w:rsidRDefault="0027766E">
      <w:pPr>
        <w:rPr>
          <w:b/>
        </w:rPr>
      </w:pPr>
    </w:p>
    <w:p w14:paraId="32DE86F6" w14:textId="77777777" w:rsidR="0027766E" w:rsidRDefault="0027766E">
      <w:pPr>
        <w:rPr>
          <w:b/>
        </w:rPr>
      </w:pPr>
    </w:p>
    <w:p w14:paraId="1DEC6AFA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7F7FBD3F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1D0C9F9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11E0FE12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7FEAC650" w14:textId="77777777" w:rsidTr="001A5744">
        <w:trPr>
          <w:trHeight w:val="8372"/>
        </w:trPr>
        <w:tc>
          <w:tcPr>
            <w:tcW w:w="7308" w:type="dxa"/>
          </w:tcPr>
          <w:p w14:paraId="628C0961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150B2DE" w14:textId="77777777" w:rsidR="0027766E" w:rsidRDefault="0027766E" w:rsidP="001A5744">
            <w:pPr>
              <w:rPr>
                <w:b/>
              </w:rPr>
            </w:pPr>
          </w:p>
        </w:tc>
      </w:tr>
    </w:tbl>
    <w:p w14:paraId="6CC6D8D4" w14:textId="77777777" w:rsidR="0027766E" w:rsidRDefault="0027766E">
      <w:pPr>
        <w:rPr>
          <w:b/>
        </w:rPr>
      </w:pPr>
    </w:p>
    <w:p w14:paraId="23794144" w14:textId="77777777" w:rsidR="0027766E" w:rsidRDefault="0027766E">
      <w:pPr>
        <w:rPr>
          <w:b/>
        </w:rPr>
      </w:pPr>
    </w:p>
    <w:p w14:paraId="7DC9981A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4A2A8F8B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39DD2BCF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4E6828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6DB688C8" w14:textId="77777777" w:rsidTr="001A5744">
        <w:trPr>
          <w:trHeight w:val="8372"/>
        </w:trPr>
        <w:tc>
          <w:tcPr>
            <w:tcW w:w="7308" w:type="dxa"/>
          </w:tcPr>
          <w:p w14:paraId="5DD1B650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14C0DB4" w14:textId="77777777" w:rsidR="0027766E" w:rsidRDefault="0027766E" w:rsidP="001A5744">
            <w:pPr>
              <w:rPr>
                <w:b/>
              </w:rPr>
            </w:pPr>
          </w:p>
        </w:tc>
      </w:tr>
    </w:tbl>
    <w:p w14:paraId="0EAA4B0F" w14:textId="77777777" w:rsidR="0027766E" w:rsidRDefault="0027766E">
      <w:pPr>
        <w:rPr>
          <w:b/>
        </w:rPr>
      </w:pPr>
    </w:p>
    <w:p w14:paraId="360E2F3A" w14:textId="77777777" w:rsidR="001A5744" w:rsidRDefault="001A5744">
      <w:pPr>
        <w:rPr>
          <w:b/>
        </w:rPr>
      </w:pPr>
    </w:p>
    <w:p w14:paraId="5936A76D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758322E6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0C1D4E5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471115EE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07D3D75C" w14:textId="77777777" w:rsidTr="001A5744">
        <w:trPr>
          <w:trHeight w:val="8372"/>
        </w:trPr>
        <w:tc>
          <w:tcPr>
            <w:tcW w:w="7308" w:type="dxa"/>
          </w:tcPr>
          <w:p w14:paraId="42DED0C8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78FC72FA" w14:textId="77777777" w:rsidR="001A5744" w:rsidRDefault="001A5744" w:rsidP="001A5744">
            <w:pPr>
              <w:rPr>
                <w:b/>
              </w:rPr>
            </w:pPr>
          </w:p>
        </w:tc>
      </w:tr>
    </w:tbl>
    <w:p w14:paraId="64F9A5AF" w14:textId="77777777" w:rsidR="001A5744" w:rsidRDefault="001A5744">
      <w:pPr>
        <w:rPr>
          <w:b/>
        </w:rPr>
      </w:pPr>
    </w:p>
    <w:p w14:paraId="58560C6E" w14:textId="77777777" w:rsidR="001A5744" w:rsidRDefault="001A5744">
      <w:pPr>
        <w:rPr>
          <w:b/>
        </w:rPr>
      </w:pPr>
    </w:p>
    <w:p w14:paraId="7827BA57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51CE93B8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7248867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F91A75E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32E886E0" w14:textId="77777777" w:rsidTr="001A5744">
        <w:trPr>
          <w:trHeight w:val="8372"/>
        </w:trPr>
        <w:tc>
          <w:tcPr>
            <w:tcW w:w="7308" w:type="dxa"/>
          </w:tcPr>
          <w:p w14:paraId="7D05DA20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48DE71F" w14:textId="77777777" w:rsidR="001A5744" w:rsidRDefault="001A5744" w:rsidP="001A5744">
            <w:pPr>
              <w:rPr>
                <w:b/>
              </w:rPr>
            </w:pPr>
          </w:p>
        </w:tc>
      </w:tr>
    </w:tbl>
    <w:p w14:paraId="1D8B0775" w14:textId="77777777" w:rsidR="001A5744" w:rsidRDefault="001A5744">
      <w:pPr>
        <w:rPr>
          <w:b/>
        </w:rPr>
      </w:pPr>
    </w:p>
    <w:p w14:paraId="79A9E34D" w14:textId="77777777" w:rsidR="001A5744" w:rsidRDefault="001A5744">
      <w:pPr>
        <w:rPr>
          <w:b/>
        </w:rPr>
      </w:pPr>
    </w:p>
    <w:p w14:paraId="0581EBF9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715CC018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6446719E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D81A325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2D3393B1" w14:textId="77777777" w:rsidTr="001A5744">
        <w:trPr>
          <w:trHeight w:val="8372"/>
        </w:trPr>
        <w:tc>
          <w:tcPr>
            <w:tcW w:w="7308" w:type="dxa"/>
          </w:tcPr>
          <w:p w14:paraId="0E424A17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20210117" w14:textId="77777777" w:rsidR="001A5744" w:rsidRDefault="001A5744" w:rsidP="001A5744">
            <w:pPr>
              <w:rPr>
                <w:b/>
              </w:rPr>
            </w:pPr>
          </w:p>
        </w:tc>
      </w:tr>
    </w:tbl>
    <w:p w14:paraId="2EB5B9F4" w14:textId="77777777" w:rsidR="001A5744" w:rsidRDefault="001A5744">
      <w:pPr>
        <w:rPr>
          <w:b/>
        </w:rPr>
      </w:pPr>
    </w:p>
    <w:p w14:paraId="0CAB9884" w14:textId="77777777"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51831B9E" w14:textId="77777777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14:paraId="2E06AF62" w14:textId="77777777" w:rsidR="001A5744" w:rsidRDefault="001A5744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14:paraId="74D09F93" w14:textId="77777777" w:rsidTr="001A5744">
        <w:trPr>
          <w:trHeight w:val="9692"/>
        </w:trPr>
        <w:tc>
          <w:tcPr>
            <w:tcW w:w="7308" w:type="dxa"/>
          </w:tcPr>
          <w:p w14:paraId="2DC74E26" w14:textId="77777777"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20DC1CC" w14:textId="77777777" w:rsidR="001A5744" w:rsidRDefault="001A5744">
            <w:pPr>
              <w:rPr>
                <w:b/>
              </w:rPr>
            </w:pPr>
          </w:p>
        </w:tc>
      </w:tr>
    </w:tbl>
    <w:p w14:paraId="0286BCE6" w14:textId="77777777" w:rsidR="001A5744" w:rsidRDefault="001A5744">
      <w:pPr>
        <w:rPr>
          <w:b/>
        </w:rPr>
      </w:pPr>
    </w:p>
    <w:p w14:paraId="060965A7" w14:textId="77777777" w:rsidR="001A5744" w:rsidRDefault="001A5744">
      <w:pPr>
        <w:rPr>
          <w:b/>
        </w:rPr>
      </w:pPr>
      <w:bookmarkStart w:id="0" w:name="_GoBack"/>
    </w:p>
    <w:bookmarkEnd w:id="0"/>
    <w:p w14:paraId="318D5D96" w14:textId="77777777" w:rsidR="00A24FCE" w:rsidRPr="00A24FCE" w:rsidRDefault="00A24FCE">
      <w:pPr>
        <w:rPr>
          <w:rFonts w:asciiTheme="majorHAnsi" w:hAnsiTheme="majorHAnsi"/>
        </w:rPr>
      </w:pPr>
      <w:r w:rsidRPr="00A24FCE">
        <w:rPr>
          <w:rFonts w:asciiTheme="majorHAnsi" w:hAnsiTheme="majorHAnsi"/>
        </w:rPr>
        <w:t>How does your poster "</w:t>
      </w:r>
      <w:proofErr w:type="gramStart"/>
      <w:r w:rsidRPr="00A24FCE">
        <w:rPr>
          <w:rFonts w:asciiTheme="majorHAnsi" w:hAnsiTheme="majorHAnsi"/>
        </w:rPr>
        <w:t xml:space="preserve">enlarge </w:t>
      </w:r>
      <w:r w:rsidRPr="00A24FCE">
        <w:rPr>
          <w:rFonts w:asciiTheme="majorHAnsi" w:hAnsiTheme="majorHAnsi"/>
        </w:rPr>
        <w:t xml:space="preserve"> the</w:t>
      </w:r>
      <w:proofErr w:type="gramEnd"/>
      <w:r w:rsidRPr="00A24FCE">
        <w:rPr>
          <w:rFonts w:asciiTheme="majorHAnsi" w:hAnsiTheme="majorHAnsi"/>
        </w:rPr>
        <w:t xml:space="preserve"> understanding of life” for children?</w:t>
      </w:r>
    </w:p>
    <w:p w14:paraId="174C0A85" w14:textId="77777777" w:rsidR="00A24FCE" w:rsidRDefault="00A24FCE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CBB67" wp14:editId="60DE39AE">
                <wp:simplePos x="0" y="0"/>
                <wp:positionH relativeFrom="column">
                  <wp:posOffset>182880</wp:posOffset>
                </wp:positionH>
                <wp:positionV relativeFrom="paragraph">
                  <wp:posOffset>234950</wp:posOffset>
                </wp:positionV>
                <wp:extent cx="8549640" cy="3688080"/>
                <wp:effectExtent l="0" t="0" r="35560" b="203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9640" cy="3688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7AB31" w14:textId="77777777" w:rsidR="00A24FCE" w:rsidRDefault="00A24F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.4pt;margin-top:18.5pt;width:673.2pt;height:29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" filled="f" strokecolor="black [3213]">
                <v:textbox>
                  <w:txbxContent>
                    <w:p w14:paraId="4857AB31" w14:textId="77777777" w:rsidR="00A24FCE" w:rsidRDefault="00A24FCE"/>
                  </w:txbxContent>
                </v:textbox>
                <w10:wrap type="square"/>
              </v:shape>
            </w:pict>
          </mc:Fallback>
        </mc:AlternateContent>
      </w:r>
    </w:p>
    <w:p w14:paraId="5B3C3C09" w14:textId="77777777" w:rsidR="00A24FCE" w:rsidRDefault="00A24FCE">
      <w:pPr>
        <w:rPr>
          <w:b/>
        </w:rPr>
      </w:pPr>
    </w:p>
    <w:p w14:paraId="30D811CE" w14:textId="77777777" w:rsidR="00A24FCE" w:rsidRDefault="00A24FCE">
      <w:pPr>
        <w:rPr>
          <w:b/>
        </w:rPr>
      </w:pPr>
    </w:p>
    <w:p w14:paraId="6C2FD69D" w14:textId="77777777" w:rsidR="00A24FCE" w:rsidRDefault="00A24FCE">
      <w:pPr>
        <w:rPr>
          <w:b/>
        </w:rPr>
      </w:pPr>
    </w:p>
    <w:p w14:paraId="02492985" w14:textId="77777777" w:rsidR="00A24FCE" w:rsidRDefault="00A24FCE">
      <w:pPr>
        <w:rPr>
          <w:b/>
        </w:rPr>
      </w:pPr>
    </w:p>
    <w:p w14:paraId="4BCA76C2" w14:textId="77777777" w:rsidR="00A24FCE" w:rsidRDefault="00A24FCE">
      <w:pPr>
        <w:rPr>
          <w:b/>
        </w:rPr>
      </w:pPr>
    </w:p>
    <w:p w14:paraId="313AC719" w14:textId="77777777" w:rsidR="00A24FCE" w:rsidRDefault="00A24FCE">
      <w:pPr>
        <w:rPr>
          <w:b/>
        </w:rPr>
      </w:pPr>
    </w:p>
    <w:p w14:paraId="36F4D3AA" w14:textId="77777777" w:rsidR="00A24FCE" w:rsidRDefault="00A24FCE">
      <w:pPr>
        <w:rPr>
          <w:b/>
        </w:rPr>
      </w:pPr>
    </w:p>
    <w:p w14:paraId="6968E278" w14:textId="77777777" w:rsidR="00A24FCE" w:rsidRDefault="00A24FCE">
      <w:pPr>
        <w:rPr>
          <w:b/>
        </w:rPr>
      </w:pPr>
    </w:p>
    <w:p w14:paraId="77C4FAE5" w14:textId="77777777" w:rsidR="00A24FCE" w:rsidRDefault="00A24FCE">
      <w:pPr>
        <w:rPr>
          <w:b/>
        </w:rPr>
      </w:pPr>
    </w:p>
    <w:p w14:paraId="5ADA1335" w14:textId="77777777" w:rsidR="00A24FCE" w:rsidRDefault="00A24FCE">
      <w:pPr>
        <w:rPr>
          <w:b/>
        </w:rPr>
      </w:pPr>
    </w:p>
    <w:p w14:paraId="7B1FC75F" w14:textId="77777777" w:rsidR="00A24FCE" w:rsidRDefault="00A24FCE">
      <w:pPr>
        <w:rPr>
          <w:b/>
        </w:rPr>
      </w:pPr>
    </w:p>
    <w:p w14:paraId="0D306FAA" w14:textId="77777777" w:rsidR="00A24FCE" w:rsidRDefault="00A24FCE">
      <w:pPr>
        <w:rPr>
          <w:b/>
        </w:rPr>
      </w:pPr>
    </w:p>
    <w:p w14:paraId="163892D2" w14:textId="77777777" w:rsidR="00A24FCE" w:rsidRDefault="00A24FCE">
      <w:pPr>
        <w:rPr>
          <w:b/>
        </w:rPr>
      </w:pPr>
    </w:p>
    <w:p w14:paraId="13652F66" w14:textId="77777777" w:rsidR="00A24FCE" w:rsidRDefault="00A24FCE">
      <w:pPr>
        <w:rPr>
          <w:b/>
        </w:rPr>
      </w:pPr>
    </w:p>
    <w:p w14:paraId="2BD81CDF" w14:textId="77777777" w:rsidR="00A24FCE" w:rsidRDefault="00A24FCE">
      <w:pPr>
        <w:rPr>
          <w:b/>
        </w:rPr>
      </w:pPr>
    </w:p>
    <w:p w14:paraId="1CD84F10" w14:textId="77777777" w:rsidR="00A24FCE" w:rsidRDefault="00A24FCE">
      <w:pPr>
        <w:rPr>
          <w:b/>
        </w:rPr>
      </w:pPr>
    </w:p>
    <w:p w14:paraId="315DC732" w14:textId="77777777" w:rsidR="00A24FCE" w:rsidRDefault="00A24FCE">
      <w:pPr>
        <w:rPr>
          <w:b/>
        </w:rPr>
      </w:pPr>
    </w:p>
    <w:p w14:paraId="75AF8D59" w14:textId="77777777" w:rsidR="00A24FCE" w:rsidRDefault="00A24FCE">
      <w:pPr>
        <w:rPr>
          <w:b/>
        </w:rPr>
      </w:pPr>
    </w:p>
    <w:p w14:paraId="6ACE7468" w14:textId="77777777" w:rsidR="00A24FCE" w:rsidRDefault="00A24FCE">
      <w:pPr>
        <w:rPr>
          <w:b/>
        </w:rPr>
      </w:pPr>
    </w:p>
    <w:p w14:paraId="0D54BB56" w14:textId="77777777" w:rsidR="00A24FCE" w:rsidRDefault="00A24FCE">
      <w:pPr>
        <w:rPr>
          <w:b/>
        </w:rPr>
      </w:pPr>
    </w:p>
    <w:p w14:paraId="06A387F8" w14:textId="77777777" w:rsidR="001A5744" w:rsidRDefault="002E1A83">
      <w:pPr>
        <w:rPr>
          <w:b/>
        </w:rPr>
      </w:pP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tbl>
      <w:tblPr>
        <w:tblStyle w:val="TableGrid"/>
        <w:tblW w:w="10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59"/>
        <w:gridCol w:w="1484"/>
        <w:gridCol w:w="1321"/>
        <w:gridCol w:w="1321"/>
        <w:gridCol w:w="1322"/>
        <w:gridCol w:w="1322"/>
        <w:gridCol w:w="1321"/>
        <w:gridCol w:w="1321"/>
      </w:tblGrid>
      <w:tr w:rsidR="005F3E7F" w14:paraId="21EE53C4" w14:textId="77777777" w:rsidTr="005245DF">
        <w:trPr>
          <w:cantSplit/>
          <w:trHeight w:val="1408"/>
          <w:jc w:val="center"/>
        </w:trPr>
        <w:tc>
          <w:tcPr>
            <w:tcW w:w="817" w:type="dxa"/>
            <w:textDirection w:val="btLr"/>
            <w:vAlign w:val="center"/>
          </w:tcPr>
          <w:p w14:paraId="4AA3F1A3" w14:textId="77777777" w:rsidR="005F3E7F" w:rsidRPr="00CD7F99" w:rsidRDefault="005F3E7F" w:rsidP="005245DF">
            <w:pPr>
              <w:ind w:left="113" w:right="113"/>
              <w:jc w:val="center"/>
              <w:rPr>
                <w:color w:val="0000FF"/>
              </w:rPr>
            </w:pPr>
            <w:r w:rsidRPr="00CD7F99">
              <w:rPr>
                <w:color w:val="0000FF"/>
              </w:rPr>
              <w:t xml:space="preserve">Studio </w:t>
            </w:r>
            <w:proofErr w:type="gramStart"/>
            <w:r w:rsidRPr="00CD7F99">
              <w:rPr>
                <w:color w:val="0000FF"/>
              </w:rPr>
              <w:t xml:space="preserve">Habits   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14:paraId="0E79CB11" w14:textId="77777777" w:rsidR="005F3E7F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  <w:proofErr w:type="gramStart"/>
            <w:r>
              <w:rPr>
                <w:color w:val="800000"/>
                <w:sz w:val="28"/>
                <w:szCs w:val="28"/>
              </w:rPr>
              <w:t>x</w:t>
            </w:r>
            <w:proofErr w:type="gramEnd"/>
            <w:r>
              <w:rPr>
                <w:color w:val="800000"/>
                <w:sz w:val="28"/>
                <w:szCs w:val="28"/>
              </w:rPr>
              <w:t>/60</w:t>
            </w:r>
          </w:p>
          <w:p w14:paraId="716FFE46" w14:textId="77777777" w:rsidR="005F3E7F" w:rsidRPr="00CD7F99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07ABEFC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integrated this habit beyond the scope of the project's objectives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FFDB79E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fully demonstrated this habit in your work.</w:t>
            </w:r>
          </w:p>
        </w:tc>
        <w:tc>
          <w:tcPr>
            <w:tcW w:w="1322" w:type="dxa"/>
            <w:vAlign w:val="center"/>
          </w:tcPr>
          <w:p w14:paraId="3379FBC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mostly demonstrated this habit in your work.</w:t>
            </w:r>
          </w:p>
        </w:tc>
        <w:tc>
          <w:tcPr>
            <w:tcW w:w="1322" w:type="dxa"/>
            <w:vAlign w:val="center"/>
          </w:tcPr>
          <w:p w14:paraId="69BD7AF4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Your portfolio shows you have partially demonstrated this habit in your work.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522C52C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are just beginning to demonstrate this habit in your work.</w:t>
            </w:r>
          </w:p>
        </w:tc>
        <w:tc>
          <w:tcPr>
            <w:tcW w:w="1321" w:type="dxa"/>
            <w:vAlign w:val="center"/>
          </w:tcPr>
          <w:p w14:paraId="41F2FD5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no evidence of this habit</w:t>
            </w:r>
          </w:p>
        </w:tc>
      </w:tr>
      <w:tr w:rsidR="005F3E7F" w14:paraId="69A15AEE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FDE9D9" w:themeFill="accent6" w:themeFillTint="33"/>
            <w:textDirection w:val="btLr"/>
            <w:vAlign w:val="center"/>
          </w:tcPr>
          <w:p w14:paraId="4F105986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Develop Craft </w:t>
            </w:r>
          </w:p>
        </w:tc>
        <w:tc>
          <w:tcPr>
            <w:tcW w:w="1843" w:type="dxa"/>
            <w:gridSpan w:val="2"/>
            <w:shd w:val="clear" w:color="auto" w:fill="FBD4B4" w:themeFill="accent6" w:themeFillTint="66"/>
          </w:tcPr>
          <w:p w14:paraId="414742E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Your artwork shows a developed skill with the media used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shows attention to detail and care and skill in construction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5DF1805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3AA9722D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118DF394" w14:textId="77777777"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DC63655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81F0BE3" w14:textId="77777777" w:rsidR="005F3E7F" w:rsidRDefault="005F3E7F" w:rsidP="005245DF">
            <w:pPr>
              <w:jc w:val="center"/>
            </w:pPr>
            <w: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A17AF00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4402BC58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DAEEF3" w:themeFill="accent5" w:themeFillTint="33"/>
            <w:textDirection w:val="btLr"/>
            <w:vAlign w:val="center"/>
          </w:tcPr>
          <w:p w14:paraId="6E2A44AF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Stretch and </w:t>
            </w:r>
            <w:r w:rsidRPr="0074205B">
              <w:rPr>
                <w:b/>
                <w:sz w:val="16"/>
                <w:szCs w:val="16"/>
              </w:rPr>
              <w:t>Explore</w:t>
            </w:r>
          </w:p>
        </w:tc>
        <w:tc>
          <w:tcPr>
            <w:tcW w:w="1843" w:type="dxa"/>
            <w:gridSpan w:val="2"/>
            <w:shd w:val="clear" w:color="auto" w:fill="B6DDE8" w:themeFill="accent5" w:themeFillTint="66"/>
          </w:tcPr>
          <w:p w14:paraId="6699E0D0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</w:t>
            </w:r>
            <w:r w:rsidRPr="0074205B">
              <w:rPr>
                <w:sz w:val="16"/>
                <w:szCs w:val="16"/>
              </w:rPr>
              <w:t xml:space="preserve">ou planned and experimented with multiple solutions in order to explore </w:t>
            </w:r>
            <w:r w:rsidRPr="0074205B">
              <w:rPr>
                <w:b/>
                <w:sz w:val="16"/>
                <w:szCs w:val="16"/>
              </w:rPr>
              <w:t>creative possibilities</w:t>
            </w:r>
            <w:r w:rsidRPr="0074205B">
              <w:rPr>
                <w:sz w:val="16"/>
                <w:szCs w:val="16"/>
              </w:rPr>
              <w:t xml:space="preserve"> before deciding on your course of action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852737D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E2559C7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09F1F931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2F194BC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8E3B229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2369BC5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1F59EEFC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5DFEC" w:themeFill="accent4" w:themeFillTint="33"/>
            <w:textDirection w:val="btLr"/>
            <w:vAlign w:val="center"/>
          </w:tcPr>
          <w:p w14:paraId="38004566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7D733431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Envision</w:t>
            </w:r>
          </w:p>
          <w:p w14:paraId="47A62959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CCC0D9" w:themeFill="accent4" w:themeFillTint="66"/>
          </w:tcPr>
          <w:p w14:paraId="4C8D0463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 develop</w:t>
            </w:r>
            <w:r>
              <w:rPr>
                <w:sz w:val="16"/>
                <w:szCs w:val="16"/>
              </w:rPr>
              <w:t>ed</w:t>
            </w:r>
            <w:r w:rsidRPr="0074205B">
              <w:rPr>
                <w:sz w:val="16"/>
                <w:szCs w:val="16"/>
              </w:rPr>
              <w:t xml:space="preserve"> your initial ideas into a finished artwork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you found a unique and personal visual solution that avoided obvious clichés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8EE27A0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37300EA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2DF6D80B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1CAD8F6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F253B3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481B719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174C1F5C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AF1DD" w:themeFill="accent3" w:themeFillTint="33"/>
            <w:textDirection w:val="btLr"/>
            <w:vAlign w:val="center"/>
          </w:tcPr>
          <w:p w14:paraId="5831F62A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0FBD8114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Express</w:t>
            </w:r>
          </w:p>
          <w:p w14:paraId="740D8B3E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14:paraId="46A3C574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considered and integrated all aspects of your composition so that your </w:t>
            </w:r>
            <w:r w:rsidRPr="0074205B">
              <w:rPr>
                <w:sz w:val="16"/>
                <w:szCs w:val="16"/>
              </w:rPr>
              <w:t xml:space="preserve">artwork </w:t>
            </w:r>
            <w:r w:rsidRPr="0074205B">
              <w:rPr>
                <w:b/>
                <w:sz w:val="16"/>
                <w:szCs w:val="16"/>
              </w:rPr>
              <w:t xml:space="preserve">communicates </w:t>
            </w:r>
            <w:r w:rsidRPr="0074205B">
              <w:rPr>
                <w:sz w:val="16"/>
                <w:szCs w:val="16"/>
              </w:rPr>
              <w:t xml:space="preserve">your “big ideas” </w:t>
            </w:r>
            <w:r w:rsidRPr="0074205B">
              <w:rPr>
                <w:b/>
                <w:sz w:val="16"/>
                <w:szCs w:val="16"/>
              </w:rPr>
              <w:t>effectively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3DADDC4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E7A6DE3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49D67475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3E81EC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500B1745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488986B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5245589B" w14:textId="77777777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F2DBDB" w:themeFill="accent2" w:themeFillTint="33"/>
            <w:textDirection w:val="btLr"/>
            <w:vAlign w:val="center"/>
          </w:tcPr>
          <w:p w14:paraId="5E5BC1C5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Engage and Persist</w:t>
            </w:r>
          </w:p>
        </w:tc>
        <w:tc>
          <w:tcPr>
            <w:tcW w:w="1843" w:type="dxa"/>
            <w:gridSpan w:val="2"/>
            <w:shd w:val="clear" w:color="auto" w:fill="E5B8B7" w:themeFill="accent2" w:themeFillTint="66"/>
          </w:tcPr>
          <w:p w14:paraId="012588FF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You showed persistence in </w:t>
            </w:r>
            <w:r w:rsidRPr="0074205B">
              <w:rPr>
                <w:b/>
                <w:sz w:val="16"/>
                <w:szCs w:val="16"/>
              </w:rPr>
              <w:t>achieving quality</w:t>
            </w:r>
            <w:r w:rsidRPr="0074205B">
              <w:rPr>
                <w:sz w:val="16"/>
                <w:szCs w:val="16"/>
              </w:rPr>
              <w:t xml:space="preserve"> results and refined work based on your own observations and feedback from others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8055DBB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0E9802A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38E69733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14349BF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70E7D3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F7A4F6A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4FB897FD" w14:textId="77777777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B8CCE4" w:themeFill="accent1" w:themeFillTint="66"/>
            <w:textDirection w:val="btLr"/>
            <w:vAlign w:val="center"/>
          </w:tcPr>
          <w:p w14:paraId="49651237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Reflect</w:t>
            </w:r>
          </w:p>
        </w:tc>
        <w:tc>
          <w:tcPr>
            <w:tcW w:w="1843" w:type="dxa"/>
            <w:gridSpan w:val="2"/>
            <w:shd w:val="clear" w:color="auto" w:fill="95B3D7" w:themeFill="accent1" w:themeFillTint="99"/>
          </w:tcPr>
          <w:p w14:paraId="4578B500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Your response shows a clear understanding </w:t>
            </w:r>
            <w:proofErr w:type="gramStart"/>
            <w:r>
              <w:rPr>
                <w:sz w:val="16"/>
                <w:szCs w:val="16"/>
              </w:rPr>
              <w:t>of  how</w:t>
            </w:r>
            <w:proofErr w:type="gramEnd"/>
            <w:r>
              <w:rPr>
                <w:sz w:val="16"/>
                <w:szCs w:val="16"/>
              </w:rPr>
              <w:t xml:space="preserve"> your artwork works visually and </w:t>
            </w:r>
            <w:r w:rsidRPr="00A30BC1">
              <w:rPr>
                <w:b/>
                <w:sz w:val="16"/>
                <w:szCs w:val="16"/>
              </w:rPr>
              <w:t>how it fits in with the theme of the project.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2C4A5DB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1B88C5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745AA89B" w14:textId="77777777"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503479B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79DEE48A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6F27D29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57CBE239" w14:textId="77777777" w:rsidTr="005245DF">
        <w:trPr>
          <w:cantSplit/>
          <w:trHeight w:val="1264"/>
          <w:jc w:val="center"/>
        </w:trPr>
        <w:tc>
          <w:tcPr>
            <w:tcW w:w="1176" w:type="dxa"/>
            <w:gridSpan w:val="2"/>
            <w:shd w:val="clear" w:color="auto" w:fill="D9D9D9" w:themeFill="background1" w:themeFillShade="D9"/>
            <w:vAlign w:val="center"/>
          </w:tcPr>
          <w:p w14:paraId="77AB95C1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sz w:val="16"/>
                <w:szCs w:val="16"/>
              </w:rPr>
              <w:t xml:space="preserve">What does it mean to </w:t>
            </w:r>
            <w:proofErr w:type="gramStart"/>
            <w:r w:rsidRPr="00716678">
              <w:rPr>
                <w:sz w:val="16"/>
                <w:szCs w:val="16"/>
              </w:rPr>
              <w:t>have ...</w:t>
            </w:r>
            <w:proofErr w:type="gramEnd"/>
          </w:p>
          <w:p w14:paraId="0C9D0CF2" w14:textId="77777777" w:rsidR="005F3E7F" w:rsidRPr="00716678" w:rsidRDefault="005F3E7F" w:rsidP="005245DF">
            <w:pPr>
              <w:rPr>
                <w:sz w:val="16"/>
                <w:szCs w:val="16"/>
              </w:rPr>
            </w:pPr>
          </w:p>
        </w:tc>
        <w:tc>
          <w:tcPr>
            <w:tcW w:w="9412" w:type="dxa"/>
            <w:gridSpan w:val="7"/>
            <w:shd w:val="clear" w:color="auto" w:fill="D9D9D9" w:themeFill="background1" w:themeFillShade="D9"/>
          </w:tcPr>
          <w:p w14:paraId="00064EE6" w14:textId="77777777" w:rsidR="005F3E7F" w:rsidRPr="00716678" w:rsidRDefault="005F3E7F" w:rsidP="005245DF">
            <w:pPr>
              <w:rPr>
                <w:b/>
                <w:sz w:val="16"/>
                <w:szCs w:val="16"/>
              </w:rPr>
            </w:pPr>
          </w:p>
          <w:p w14:paraId="0D0D7CC3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integrated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this habit = </w:t>
            </w:r>
            <w:r w:rsidRPr="00716678">
              <w:rPr>
                <w:sz w:val="16"/>
                <w:szCs w:val="16"/>
              </w:rPr>
              <w:t>effective, assured, accomplished, challenges and extends personal boundaries</w:t>
            </w:r>
          </w:p>
          <w:p w14:paraId="597808F3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fully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thoughtful, informed, confident, displays self-directed and independent judgment</w:t>
            </w:r>
          </w:p>
          <w:p w14:paraId="6CFC3E0A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mostly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emerging, increasingly, shows some self direction</w:t>
            </w:r>
          </w:p>
          <w:p w14:paraId="23E5059D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partially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somewhat,</w:t>
            </w:r>
            <w:r w:rsidRPr="00716678">
              <w:rPr>
                <w:sz w:val="16"/>
                <w:szCs w:val="16"/>
              </w:rPr>
              <w:t xml:space="preserve"> developing, </w:t>
            </w:r>
            <w:r>
              <w:rPr>
                <w:sz w:val="16"/>
                <w:szCs w:val="16"/>
              </w:rPr>
              <w:t>occasionally shows</w:t>
            </w:r>
          </w:p>
          <w:p w14:paraId="241514CE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just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beginning to demonstrate</w:t>
            </w:r>
            <w:r w:rsidRPr="00716678">
              <w:rPr>
                <w:sz w:val="16"/>
                <w:szCs w:val="16"/>
              </w:rPr>
              <w:t xml:space="preserve"> = attempts, some, unresolved, </w:t>
            </w:r>
            <w:r>
              <w:rPr>
                <w:sz w:val="16"/>
                <w:szCs w:val="16"/>
              </w:rPr>
              <w:t>starting</w:t>
            </w:r>
            <w:r w:rsidRPr="00716678">
              <w:rPr>
                <w:sz w:val="16"/>
                <w:szCs w:val="16"/>
              </w:rPr>
              <w:t xml:space="preserve"> to show</w:t>
            </w:r>
          </w:p>
        </w:tc>
      </w:tr>
    </w:tbl>
    <w:p w14:paraId="43B2982C" w14:textId="77777777" w:rsidR="005F3E7F" w:rsidRDefault="005F3E7F" w:rsidP="005F3E7F"/>
    <w:p w14:paraId="3584A64D" w14:textId="77777777" w:rsidR="00077C89" w:rsidRPr="0027766E" w:rsidRDefault="00077C89">
      <w:pPr>
        <w:rPr>
          <w:b/>
        </w:rPr>
      </w:pPr>
    </w:p>
    <w:sectPr w:rsidR="00077C89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DA"/>
    <w:rsid w:val="00077C89"/>
    <w:rsid w:val="001A5744"/>
    <w:rsid w:val="0027766E"/>
    <w:rsid w:val="002E1A83"/>
    <w:rsid w:val="005123BC"/>
    <w:rsid w:val="00515CC0"/>
    <w:rsid w:val="005F3E7F"/>
    <w:rsid w:val="007A394E"/>
    <w:rsid w:val="009D4CDA"/>
    <w:rsid w:val="00A24F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D97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SPA%20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2015.dotx</Template>
  <TotalTime>1</TotalTime>
  <Pages>16</Pages>
  <Words>813</Words>
  <Characters>4636</Characters>
  <Application>Microsoft Macintosh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2015-08-10T01:07:00Z</dcterms:created>
  <dcterms:modified xsi:type="dcterms:W3CDTF">2015-09-16T00:58:00Z</dcterms:modified>
</cp:coreProperties>
</file>